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40EDF913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F42C6">
        <w:rPr>
          <w:rFonts w:ascii="Corbel" w:hAnsi="Corbel"/>
          <w:i/>
          <w:smallCaps/>
          <w:sz w:val="24"/>
          <w:szCs w:val="24"/>
        </w:rPr>
        <w:t>2019-2024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1401AEF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DC01CF">
        <w:rPr>
          <w:rFonts w:ascii="Corbel" w:hAnsi="Corbel"/>
          <w:sz w:val="20"/>
          <w:szCs w:val="20"/>
        </w:rPr>
        <w:t xml:space="preserve">  </w:t>
      </w:r>
      <w:r>
        <w:rPr>
          <w:rFonts w:ascii="Corbel" w:hAnsi="Corbel"/>
          <w:sz w:val="20"/>
          <w:szCs w:val="20"/>
        </w:rPr>
        <w:t xml:space="preserve">Rok akademicki   </w:t>
      </w:r>
      <w:r w:rsidR="00DC01CF">
        <w:rPr>
          <w:rFonts w:ascii="Corbel" w:hAnsi="Corbel"/>
          <w:sz w:val="20"/>
          <w:szCs w:val="20"/>
        </w:rPr>
        <w:t>2020/21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824AF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0B49075F" w:rsidR="0085747A" w:rsidRPr="002F42C6" w:rsidRDefault="002F42C6" w:rsidP="009C54AE">
            <w:pPr>
              <w:pStyle w:val="Odpowiedzi"/>
              <w:spacing w:before="100" w:beforeAutospacing="1" w:after="100" w:afterAutospacing="1"/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</w:pPr>
            <w:r w:rsidRPr="008E4AF1">
              <w:rPr>
                <w:rFonts w:ascii="Corbel" w:eastAsia="Times New Roman" w:hAnsi="Corbel"/>
                <w:b w:val="0"/>
                <w:color w:val="auto"/>
                <w:sz w:val="24"/>
                <w:szCs w:val="24"/>
                <w:lang w:eastAsia="pl-PL"/>
              </w:rPr>
              <w:t>Metodyka edukacji informatycznej i posługiwania się technologią informacyjno-komunikacyjną</w:t>
            </w:r>
          </w:p>
        </w:tc>
      </w:tr>
      <w:tr w:rsidR="0085747A" w:rsidRPr="009C54AE" w14:paraId="1D95E649" w14:textId="77777777" w:rsidTr="00824AF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824AF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77C22F8B" w14:textId="77AA7A8C" w:rsidR="0085747A" w:rsidRPr="009C54AE" w:rsidRDefault="004466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14:paraId="34711C99" w14:textId="77777777" w:rsidTr="00824AF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05234094" w14:textId="547FA552" w:rsidR="0085747A" w:rsidRPr="009C54AE" w:rsidRDefault="004466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24AF8" w:rsidRPr="009C54AE" w14:paraId="3FF9E551" w14:textId="77777777" w:rsidTr="00824AF8">
        <w:tc>
          <w:tcPr>
            <w:tcW w:w="2694" w:type="dxa"/>
            <w:vAlign w:val="center"/>
          </w:tcPr>
          <w:p w14:paraId="7262E136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68795EF5" w:rsidR="00824AF8" w:rsidRPr="009C54AE" w:rsidRDefault="00824AF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199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24AF8" w:rsidRPr="009C54AE" w14:paraId="175D6E01" w14:textId="77777777" w:rsidTr="00824AF8">
        <w:tc>
          <w:tcPr>
            <w:tcW w:w="2694" w:type="dxa"/>
            <w:vAlign w:val="center"/>
          </w:tcPr>
          <w:p w14:paraId="70DF1B4E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0E8F1CD4" w:rsidR="00824AF8" w:rsidRPr="009C54AE" w:rsidRDefault="00DC01CF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824AF8" w:rsidRPr="00062199">
              <w:rPr>
                <w:rFonts w:ascii="Corbel" w:hAnsi="Corbel"/>
                <w:b w:val="0"/>
                <w:sz w:val="24"/>
                <w:szCs w:val="24"/>
              </w:rPr>
              <w:t>ednolite  studia magisterskie</w:t>
            </w:r>
          </w:p>
        </w:tc>
      </w:tr>
      <w:tr w:rsidR="00824AF8" w:rsidRPr="009C54AE" w14:paraId="6E67EAE7" w14:textId="77777777" w:rsidTr="00824AF8">
        <w:tc>
          <w:tcPr>
            <w:tcW w:w="2694" w:type="dxa"/>
            <w:vAlign w:val="center"/>
          </w:tcPr>
          <w:p w14:paraId="7651DF7F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0CF27507" w:rsidR="00824AF8" w:rsidRPr="009C54AE" w:rsidRDefault="00DC01CF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24AF8" w:rsidRPr="00062199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24AF8" w:rsidRPr="009C54AE" w14:paraId="75ABF26F" w14:textId="77777777" w:rsidTr="00824AF8">
        <w:tc>
          <w:tcPr>
            <w:tcW w:w="2694" w:type="dxa"/>
            <w:vAlign w:val="center"/>
          </w:tcPr>
          <w:p w14:paraId="23AB9D0D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021A0507" w:rsidR="00824AF8" w:rsidRPr="009C54AE" w:rsidRDefault="00DC01CF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E1356D">
              <w:rPr>
                <w:rFonts w:ascii="Corbel" w:hAnsi="Corbel"/>
                <w:b w:val="0"/>
                <w:sz w:val="24"/>
                <w:szCs w:val="24"/>
              </w:rPr>
              <w:t>ie</w:t>
            </w: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824AF8" w:rsidRPr="0006219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24AF8" w:rsidRPr="009C54AE" w14:paraId="15CBCD27" w14:textId="77777777" w:rsidTr="00824AF8">
        <w:tc>
          <w:tcPr>
            <w:tcW w:w="2694" w:type="dxa"/>
            <w:vAlign w:val="center"/>
          </w:tcPr>
          <w:p w14:paraId="60808FAC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30700273" w:rsidR="00824AF8" w:rsidRPr="004B6F8C" w:rsidRDefault="0058418B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DC01CF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824AF8" w:rsidRPr="004B6F8C">
              <w:rPr>
                <w:rFonts w:ascii="Corbel" w:hAnsi="Corbel"/>
                <w:b w:val="0"/>
                <w:sz w:val="24"/>
                <w:szCs w:val="24"/>
              </w:rPr>
              <w:t xml:space="preserve">II 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4</w:t>
            </w:r>
          </w:p>
        </w:tc>
      </w:tr>
      <w:tr w:rsidR="00824AF8" w:rsidRPr="009C54AE" w14:paraId="4DBB036D" w14:textId="77777777" w:rsidTr="00824AF8">
        <w:tc>
          <w:tcPr>
            <w:tcW w:w="2694" w:type="dxa"/>
            <w:vAlign w:val="center"/>
          </w:tcPr>
          <w:p w14:paraId="468A04A5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50331EC7" w:rsidR="00824AF8" w:rsidRPr="004B6F8C" w:rsidRDefault="00C935F0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777940" w:rsidRPr="004B6F8C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</w:t>
            </w:r>
            <w:r w:rsidR="00777940" w:rsidRPr="004B6F8C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777940" w:rsidRPr="004B6F8C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24AF8" w:rsidRPr="009C54AE" w14:paraId="13B16DC3" w14:textId="77777777" w:rsidTr="00824AF8">
        <w:tc>
          <w:tcPr>
            <w:tcW w:w="2694" w:type="dxa"/>
            <w:vAlign w:val="center"/>
          </w:tcPr>
          <w:p w14:paraId="1A7F3AD3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11D060B0" w:rsidR="00824AF8" w:rsidRPr="009C54AE" w:rsidRDefault="00DC01CF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824AF8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24AF8" w:rsidRPr="009C54AE" w14:paraId="571FE831" w14:textId="77777777" w:rsidTr="00824AF8">
        <w:tc>
          <w:tcPr>
            <w:tcW w:w="2694" w:type="dxa"/>
            <w:vAlign w:val="center"/>
          </w:tcPr>
          <w:p w14:paraId="18CC8C5D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4A1CBC8A" w:rsidR="00824AF8" w:rsidRPr="009C54AE" w:rsidRDefault="00824AF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prof. UR Wojciech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Walat</w:t>
            </w:r>
            <w:proofErr w:type="spellEnd"/>
          </w:p>
        </w:tc>
      </w:tr>
      <w:tr w:rsidR="00824AF8" w:rsidRPr="009C54AE" w14:paraId="367BD83D" w14:textId="77777777" w:rsidTr="00824AF8">
        <w:tc>
          <w:tcPr>
            <w:tcW w:w="2694" w:type="dxa"/>
            <w:vAlign w:val="center"/>
          </w:tcPr>
          <w:p w14:paraId="7E1B9150" w14:textId="77777777" w:rsidR="00824AF8" w:rsidRPr="009C54AE" w:rsidRDefault="00824AF8" w:rsidP="00824A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02A2B163" w14:textId="6DA506EC" w:rsidR="00824AF8" w:rsidRPr="00364033" w:rsidRDefault="00824AF8" w:rsidP="00824A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824AF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824AF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21822A42" w:rsidR="00015B8F" w:rsidRPr="009C54AE" w:rsidRDefault="005841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369F3D14" w:rsidR="00015B8F" w:rsidRPr="009C54AE" w:rsidRDefault="006D4F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4936D83" w:rsidR="00015B8F" w:rsidRPr="009C54AE" w:rsidRDefault="006D4F3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242C8777" w:rsidR="00015B8F" w:rsidRPr="009C54AE" w:rsidRDefault="00824A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37434ED" w14:textId="77777777" w:rsidR="00923D7D" w:rsidRPr="009C54AE" w:rsidRDefault="00923D7D" w:rsidP="0036403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782A3F4D" w:rsidR="0085747A" w:rsidRPr="009C54AE" w:rsidRDefault="00824AF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5E3FC0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</w:t>
      </w:r>
      <w:r w:rsidRPr="009C54AE">
        <w:rPr>
          <w:rFonts w:ascii="Corbel" w:hAnsi="Corbel"/>
          <w:b w:val="0"/>
          <w:smallCaps w:val="0"/>
          <w:szCs w:val="24"/>
        </w:rPr>
        <w:t>e</w:t>
      </w:r>
      <w:r w:rsidRPr="009C54AE">
        <w:rPr>
          <w:rFonts w:ascii="Corbel" w:hAnsi="Corbel"/>
          <w:b w:val="0"/>
          <w:smallCaps w:val="0"/>
          <w:szCs w:val="24"/>
        </w:rPr>
        <w:t>ny)</w:t>
      </w:r>
    </w:p>
    <w:p w14:paraId="2619C54F" w14:textId="3B3F7CCA" w:rsidR="009C54AE" w:rsidRDefault="00DC01C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7BF6E683" w:rsidR="0085747A" w:rsidRPr="009C54AE" w:rsidRDefault="00824AF8" w:rsidP="00CA3F9E">
            <w:pPr>
              <w:pStyle w:val="Nagwek3"/>
              <w:shd w:val="clear" w:color="auto" w:fill="FFFFFF"/>
              <w:spacing w:before="0" w:beforeAutospacing="0" w:after="0" w:afterAutospacing="0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Wiedza z zakresu pedagogiki i dydaktyki ogólnej oraz wiedza </w:t>
            </w:r>
            <w:r w:rsidR="00B83FC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i umiejętności </w:t>
            </w:r>
            <w:r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>z zakresu inform</w:t>
            </w:r>
            <w:r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>a</w:t>
            </w:r>
            <w:r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>tyki</w:t>
            </w:r>
            <w:r w:rsidR="00B83FC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i TIK w</w:t>
            </w:r>
            <w:r w:rsidR="00A714DB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zakresie </w:t>
            </w:r>
            <w:r w:rsidR="00B83FC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>obsługi edytorów tekstu, arkuszy kalkulacyjnych, edytorów do tworzenia prezentacji</w:t>
            </w:r>
            <w:r w:rsidR="00CA3F9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multimedialnych</w:t>
            </w:r>
            <w:r w:rsidR="00B83FC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i stron internetowych, </w:t>
            </w:r>
            <w:r w:rsidR="003573AD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podstaw </w:t>
            </w:r>
            <w:r w:rsidR="00B83FC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programowania </w:t>
            </w:r>
            <w:r w:rsidR="0068255B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w języku </w:t>
            </w:r>
            <w:r w:rsidR="00CA3F9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>obiekt</w:t>
            </w:r>
            <w:r w:rsidR="00CA3F9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>o</w:t>
            </w:r>
            <w:r w:rsidR="00CA3F9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lastRenderedPageBreak/>
              <w:t>wym (</w:t>
            </w:r>
            <w:proofErr w:type="spellStart"/>
            <w:r w:rsidR="00C4496D" w:rsidRPr="00DC01CF">
              <w:rPr>
                <w:sz w:val="24"/>
              </w:rPr>
              <w:fldChar w:fldCharType="begin"/>
            </w:r>
            <w:r w:rsidR="00C4496D" w:rsidRPr="00DC01CF">
              <w:rPr>
                <w:sz w:val="24"/>
              </w:rPr>
              <w:instrText xml:space="preserve"> HYPERLINK "https://scratch.mit.edu/accounts/login/" </w:instrText>
            </w:r>
            <w:r w:rsidR="00C4496D" w:rsidRPr="00DC01CF">
              <w:rPr>
                <w:sz w:val="24"/>
              </w:rPr>
              <w:fldChar w:fldCharType="separate"/>
            </w:r>
            <w:r w:rsidR="00CA3F9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>Scratch</w:t>
            </w:r>
            <w:proofErr w:type="spellEnd"/>
            <w:r w:rsidR="00C4496D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fldChar w:fldCharType="end"/>
            </w:r>
            <w:r w:rsidR="00CA3F9E" w:rsidRPr="00DC01CF">
              <w:rPr>
                <w:rFonts w:ascii="Corbel" w:hAnsi="Corbel"/>
                <w:b w:val="0"/>
                <w:color w:val="000000"/>
                <w:sz w:val="24"/>
                <w:szCs w:val="24"/>
              </w:rPr>
              <w:t>)</w:t>
            </w:r>
          </w:p>
        </w:tc>
      </w:tr>
    </w:tbl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50B0C35" w14:textId="77777777" w:rsidTr="005F791F">
        <w:tc>
          <w:tcPr>
            <w:tcW w:w="843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969A5D0" w14:textId="09704825" w:rsidR="0085747A" w:rsidRPr="005F791F" w:rsidRDefault="00CA3F9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problematyką nauczania informatyki oraz rozwijanie zaint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e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resowań dzieci w wieku przedszkolnym i uczniów w klasach I-III szkoły podstawowej informatyką.</w:t>
            </w:r>
          </w:p>
        </w:tc>
      </w:tr>
      <w:tr w:rsidR="0085747A" w:rsidRPr="009C54AE" w14:paraId="6A88AE9D" w14:textId="77777777" w:rsidTr="005F791F">
        <w:tc>
          <w:tcPr>
            <w:tcW w:w="843" w:type="dxa"/>
            <w:vAlign w:val="center"/>
          </w:tcPr>
          <w:p w14:paraId="53E01975" w14:textId="62BD9502" w:rsidR="0085747A" w:rsidRPr="009C54AE" w:rsidRDefault="005F791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573D6CED" w14:textId="36E5198D" w:rsidR="0085747A" w:rsidRPr="005F791F" w:rsidRDefault="00CA3F9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z zakresu informatyki wyrażające się przygotowaniem do posługiwania się metodami nauczania i organizacji zajęć budz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ą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cych zainteresowania dzieci informatyką oraz budujących dziecięcą wiedzę o świecie </w:t>
            </w:r>
            <w:r w:rsidR="005F791F" w:rsidRPr="005F791F">
              <w:rPr>
                <w:rFonts w:ascii="Corbel" w:hAnsi="Corbel"/>
                <w:b w:val="0"/>
                <w:bCs/>
                <w:sz w:val="24"/>
                <w:szCs w:val="24"/>
              </w:rPr>
              <w:t>technologii informacyjnych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;</w:t>
            </w:r>
          </w:p>
        </w:tc>
      </w:tr>
      <w:tr w:rsidR="0085747A" w:rsidRPr="009C54AE" w14:paraId="52323540" w14:textId="77777777" w:rsidTr="005F791F">
        <w:tc>
          <w:tcPr>
            <w:tcW w:w="843" w:type="dxa"/>
            <w:vAlign w:val="center"/>
          </w:tcPr>
          <w:p w14:paraId="189FBA2B" w14:textId="0CCCC751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F791F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42B5C422" w14:textId="26CB78F4" w:rsidR="0085747A" w:rsidRPr="005F791F" w:rsidRDefault="005F791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z przedmiotu Edukacja inform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a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tyczna w klasach I-III z zakresu rozumienia, analizowania i rozwiązywania problemów, programowania i rozwiązywania problemów z wykorzystaniem komputera i innych urządzeń cyfrowych, posługiwania się komputerem, urządzeniami cyfrowymi i si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e</w:t>
            </w:r>
            <w:r w:rsidRPr="005F791F">
              <w:rPr>
                <w:rFonts w:ascii="Corbel" w:hAnsi="Corbel"/>
                <w:b w:val="0"/>
                <w:bCs/>
                <w:sz w:val="24"/>
                <w:szCs w:val="24"/>
              </w:rPr>
              <w:t>ciami komputerowymi, przestrzegania prawa i zasad bezpieczeństwa podczas pracy z komputerem.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1799CCC" w14:textId="77777777" w:rsidTr="002B5AB3">
        <w:tc>
          <w:tcPr>
            <w:tcW w:w="1681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2457BF4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4FD884A" w14:textId="7C374100" w:rsidR="00937AF5" w:rsidRPr="009C54AE" w:rsidRDefault="00937AF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B5AB3" w:rsidRPr="009C54AE" w14:paraId="5DA6F6F8" w14:textId="77777777" w:rsidTr="00364033">
        <w:tc>
          <w:tcPr>
            <w:tcW w:w="1681" w:type="dxa"/>
          </w:tcPr>
          <w:p w14:paraId="61813C10" w14:textId="77777777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5EA18B1" w14:textId="75FB2E84" w:rsidR="002B5AB3" w:rsidRPr="002B5AB3" w:rsidRDefault="00A73473" w:rsidP="002B5AB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Wyjaśnia jakie znaczenie ma posługiwanie się aplikacjami komputerowymi w celu rozwiązywania zadań problem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wych opartych o zaproponowany algorytm pozwalający pozyskać, przetworzyć, przekazać i gromadzić odpowie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d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nie  informację z zakresu edukacji przedszkolnej i wcz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snoszkolnej</w:t>
            </w:r>
            <w:r w:rsidR="00DC01CF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0C200D6" w14:textId="01F2E754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PPiW.W10</w:t>
            </w:r>
          </w:p>
        </w:tc>
      </w:tr>
      <w:tr w:rsidR="002B5AB3" w:rsidRPr="009C54AE" w14:paraId="664FC6A1" w14:textId="77777777" w:rsidTr="00364033">
        <w:tc>
          <w:tcPr>
            <w:tcW w:w="1681" w:type="dxa"/>
          </w:tcPr>
          <w:p w14:paraId="695D7137" w14:textId="77777777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0CD451D" w14:textId="40346894" w:rsidR="002B5AB3" w:rsidRPr="009C54AE" w:rsidRDefault="00A73473" w:rsidP="00A73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Wyjaśnia znaczenie postawy prospołecznej w celu dok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nania oceny integracji zajęć w zakresie edukacji inform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tycznej z różnymi aktywnościami człowieka pozwalając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mi na wykorzystanie oprogramowania i mediów cyfr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wych w grupie rówieśniczej</w:t>
            </w:r>
            <w:r w:rsidR="00DC01CF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1DE14639" w14:textId="4A812419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PPiW.W15</w:t>
            </w:r>
          </w:p>
        </w:tc>
      </w:tr>
      <w:tr w:rsidR="002B5AB3" w:rsidRPr="009C54AE" w14:paraId="5ECFC366" w14:textId="77777777" w:rsidTr="00364033">
        <w:tc>
          <w:tcPr>
            <w:tcW w:w="1681" w:type="dxa"/>
          </w:tcPr>
          <w:p w14:paraId="1D840B19" w14:textId="0B52D83C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DAA742E" w14:textId="359CBB86" w:rsidR="002B5AB3" w:rsidRPr="002B5AB3" w:rsidRDefault="00DC01CF" w:rsidP="002B5AB3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Stwarza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sytuację problemowa opierającą się o zaprop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>nowany algorytm pozwalający umiejętnie tworzyć i mod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>y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>fikować materiały z wykorzystaniem zestawu komput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>e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>rowego w zakresie realizacji celów kształcenia i wychow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>a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>nia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3F37E818" w14:textId="5EA138E3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2B5AB3" w:rsidRPr="009C54AE" w14:paraId="1DCF8F20" w14:textId="77777777" w:rsidTr="00364033">
        <w:tc>
          <w:tcPr>
            <w:tcW w:w="1681" w:type="dxa"/>
          </w:tcPr>
          <w:p w14:paraId="65F76230" w14:textId="5F777A13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5E7EC891" w14:textId="58D2E1A3" w:rsidR="002B5AB3" w:rsidRPr="002B5AB3" w:rsidRDefault="00DC01CF" w:rsidP="005C4A1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Rozbudza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zainteresowania dzieci lub uczniów w oparciu o typowe aplikacje komputerowe  pozwalające tworzyć ni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>e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>zbędne treści edukacyjne, które można przetwarzać i gromadzić na komputerze i innych nośnikach danych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40E1498D" w14:textId="6A103F38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PPiW.U06</w:t>
            </w:r>
          </w:p>
        </w:tc>
      </w:tr>
      <w:tr w:rsidR="002B5AB3" w:rsidRPr="009C54AE" w14:paraId="5BC96443" w14:textId="77777777" w:rsidTr="00364033">
        <w:tc>
          <w:tcPr>
            <w:tcW w:w="1681" w:type="dxa"/>
          </w:tcPr>
          <w:p w14:paraId="318B64EE" w14:textId="72B8DB2D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4BABCC03" w14:textId="2D2721E0" w:rsidR="002B5AB3" w:rsidRPr="009C54AE" w:rsidRDefault="00DC01CF" w:rsidP="004205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Rozwija</w:t>
            </w:r>
            <w:r w:rsidR="004205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kompetencje kluczowe pozwalające w sposób </w:t>
            </w:r>
            <w:r w:rsidR="004205F7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 xml:space="preserve">kreatywny tworzyć i rozwiązywać zadania problemowe 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</w:t>
            </w:r>
            <w:r w:rsidR="004205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sposób indywidualny 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i </w:t>
            </w:r>
            <w:r w:rsidR="004205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pracy </w:t>
            </w:r>
            <w:r w:rsidR="005C4A18">
              <w:rPr>
                <w:rFonts w:ascii="Corbel" w:hAnsi="Corbel"/>
                <w:b w:val="0"/>
                <w:bCs/>
                <w:smallCaps w:val="0"/>
                <w:szCs w:val="24"/>
              </w:rPr>
              <w:t>zespołowej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18BE68DB" w14:textId="0C5647A0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lastRenderedPageBreak/>
              <w:t>PPiW.U07</w:t>
            </w:r>
          </w:p>
        </w:tc>
      </w:tr>
      <w:tr w:rsidR="002B5AB3" w:rsidRPr="009C54AE" w14:paraId="5AB4AC61" w14:textId="77777777" w:rsidTr="00364033">
        <w:tc>
          <w:tcPr>
            <w:tcW w:w="1681" w:type="dxa"/>
          </w:tcPr>
          <w:p w14:paraId="120F9E70" w14:textId="269241EB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7C3DE754" w14:textId="514B6B49" w:rsidR="002B5AB3" w:rsidRPr="009C54AE" w:rsidRDefault="004205F7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Skutecznie </w:t>
            </w:r>
            <w:r w:rsidR="00DC01CF">
              <w:rPr>
                <w:rFonts w:ascii="Corbel" w:hAnsi="Corbel"/>
                <w:b w:val="0"/>
                <w:bCs/>
                <w:smallCaps w:val="0"/>
                <w:szCs w:val="24"/>
              </w:rPr>
              <w:t>integruje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zajęcia informatyczne z innymi zaj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ę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ciami z wykorzystaniem różnych rodzajów zabaw w celu monitorowania realizacji działań edukacyjnych dzieci lub uczniów</w:t>
            </w:r>
            <w:r w:rsidR="00DC01CF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DE08E01" w14:textId="65067766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PPiW.U08</w:t>
            </w:r>
          </w:p>
        </w:tc>
      </w:tr>
      <w:tr w:rsidR="002B5AB3" w:rsidRPr="009C54AE" w14:paraId="3B9B8D58" w14:textId="77777777" w:rsidTr="00364033">
        <w:tc>
          <w:tcPr>
            <w:tcW w:w="1681" w:type="dxa"/>
          </w:tcPr>
          <w:p w14:paraId="43F730A7" w14:textId="357D5893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7D1246B0" w14:textId="555FB259" w:rsidR="002B5AB3" w:rsidRPr="009C54AE" w:rsidRDefault="00DC01CF" w:rsidP="00CF61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Tworzy</w:t>
            </w:r>
            <w:r w:rsidR="004205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sytuacje problemowe pozwalające identyfikować spontaniczne zachowania dzieci lub uczniów z wykorz</w:t>
            </w:r>
            <w:r w:rsidR="004205F7">
              <w:rPr>
                <w:rFonts w:ascii="Corbel" w:hAnsi="Corbel"/>
                <w:b w:val="0"/>
                <w:bCs/>
                <w:smallCaps w:val="0"/>
                <w:szCs w:val="24"/>
              </w:rPr>
              <w:t>y</w:t>
            </w:r>
            <w:r w:rsidR="004205F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staniem komputera </w:t>
            </w:r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>, aby zrealizować cele terapeutyczne w procesie edukacyjnym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412ECDD7" w14:textId="441F7FB0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PPiW.U09</w:t>
            </w:r>
          </w:p>
        </w:tc>
      </w:tr>
      <w:tr w:rsidR="002B5AB3" w:rsidRPr="009C54AE" w14:paraId="60D6E482" w14:textId="77777777" w:rsidTr="00364033">
        <w:tc>
          <w:tcPr>
            <w:tcW w:w="1681" w:type="dxa"/>
          </w:tcPr>
          <w:p w14:paraId="4BC7B9B6" w14:textId="513DDA12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14:paraId="482C6537" w14:textId="5349F093" w:rsidR="002B5AB3" w:rsidRPr="009C54AE" w:rsidRDefault="00DC01CF" w:rsidP="00CF61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Tworzy</w:t>
            </w:r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sytuacje problemowe pozwalające na wykorz</w:t>
            </w:r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>y</w:t>
            </w:r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>stanie typowych aplikacji komputerowych motywujących uczniów w celu opracowania informacji potrzebnych do osiągnięcia zamierzonych efektów wychowania i kszta</w:t>
            </w:r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>ł</w:t>
            </w:r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>cenia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A33D09C" w14:textId="0772518B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2B5AB3" w:rsidRPr="009C54AE" w14:paraId="2CB5DD49" w14:textId="77777777" w:rsidTr="00364033">
        <w:tc>
          <w:tcPr>
            <w:tcW w:w="1681" w:type="dxa"/>
          </w:tcPr>
          <w:p w14:paraId="48BB8E8C" w14:textId="001A7500" w:rsidR="002B5AB3" w:rsidRPr="009C54AE" w:rsidRDefault="002B5AB3" w:rsidP="002B5A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</w:tcPr>
          <w:p w14:paraId="5E5877CF" w14:textId="796584B9" w:rsidR="002B5AB3" w:rsidRPr="00452D52" w:rsidRDefault="00DC01CF" w:rsidP="00CF61A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Kształtuje</w:t>
            </w:r>
            <w:r w:rsidR="002B5AB3" w:rsidRPr="00240F6B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postawy odpowiedniego zachowania dzieci lub uczniów w świecie mediów cyfrowych oraz inspirowania do kreatywnego i </w:t>
            </w:r>
            <w:proofErr w:type="spellStart"/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>komputacyjnego</w:t>
            </w:r>
            <w:proofErr w:type="spellEnd"/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myślenia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  <w:r w:rsidR="00CF61A2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02F93012" w14:textId="25BC5E34" w:rsidR="002B5AB3" w:rsidRPr="00364033" w:rsidRDefault="002B5AB3" w:rsidP="003640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64033"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E1BB617" w14:textId="77777777" w:rsidTr="00923D7D">
        <w:tc>
          <w:tcPr>
            <w:tcW w:w="9639" w:type="dxa"/>
          </w:tcPr>
          <w:p w14:paraId="2C07462B" w14:textId="0DA32169" w:rsidR="0085747A" w:rsidRPr="009C54AE" w:rsidRDefault="00F6363B" w:rsidP="003640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pojęcia z dydaktyki informatyki</w:t>
            </w:r>
            <w:r w:rsidR="00DC01C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4C2EAB71" w14:textId="77777777" w:rsidTr="00923D7D">
        <w:tc>
          <w:tcPr>
            <w:tcW w:w="9639" w:type="dxa"/>
          </w:tcPr>
          <w:p w14:paraId="78255B5B" w14:textId="46458353" w:rsidR="0085747A" w:rsidRPr="009C54AE" w:rsidRDefault="00F6363B" w:rsidP="003640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 kształcenia w zakresie przedmiotów informatycznych</w:t>
            </w:r>
            <w:r w:rsidR="00DC01C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3C0F566E" w14:textId="77777777" w:rsidTr="00923D7D">
        <w:tc>
          <w:tcPr>
            <w:tcW w:w="9639" w:type="dxa"/>
          </w:tcPr>
          <w:p w14:paraId="3573F1C8" w14:textId="73CBDA3F" w:rsidR="0085747A" w:rsidRPr="009C54AE" w:rsidRDefault="00F6363B" w:rsidP="003640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Charakterystyka wybranych programów nauczania w oparciu o nowoczesne metody</w:t>
            </w:r>
            <w:r w:rsidR="00DC01C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72E03DD1" w14:textId="77777777" w:rsidTr="00923D7D">
        <w:tc>
          <w:tcPr>
            <w:tcW w:w="9639" w:type="dxa"/>
          </w:tcPr>
          <w:p w14:paraId="33738C75" w14:textId="6E808D95" w:rsidR="0085747A" w:rsidRPr="009C54AE" w:rsidRDefault="00F6363B" w:rsidP="003640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E-szkoła – teraźniejszość a perspektywy</w:t>
            </w:r>
            <w:r w:rsidR="00DC01CF">
              <w:rPr>
                <w:rFonts w:ascii="Corbel" w:hAnsi="Corbel"/>
                <w:sz w:val="24"/>
                <w:szCs w:val="24"/>
              </w:rPr>
              <w:t>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3B21A1" w:rsidRPr="009C54AE" w14:paraId="0D512C0D" w14:textId="77777777" w:rsidTr="00923D7D">
        <w:tc>
          <w:tcPr>
            <w:tcW w:w="9639" w:type="dxa"/>
          </w:tcPr>
          <w:p w14:paraId="3BCEF31B" w14:textId="5F42471B" w:rsidR="003B21A1" w:rsidRDefault="003B21A1" w:rsidP="003640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Nauczyciel w cyfrowej przestrzeni edukacyjnej – wybór czy konieczność?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B21A1" w:rsidRPr="009C54AE" w14:paraId="250EC855" w14:textId="77777777" w:rsidTr="00923D7D">
        <w:tc>
          <w:tcPr>
            <w:tcW w:w="9639" w:type="dxa"/>
          </w:tcPr>
          <w:p w14:paraId="195D22DA" w14:textId="54C48025" w:rsidR="003B21A1" w:rsidRPr="009C54AE" w:rsidRDefault="003B21A1" w:rsidP="00364033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dokumentacji dydaktycznej do nauczania przedmiotów informatycznych z wykorzystaniem technologii informacyjno-komunikacyjnych</w:t>
            </w:r>
            <w:r w:rsidR="00DC01C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9EDBF33" w14:textId="77777777" w:rsidR="00DC01CF" w:rsidRPr="009C54AE" w:rsidRDefault="00DC01C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18B7D3" w14:textId="5564E99C" w:rsidR="00E21E7D" w:rsidRPr="004B6F8C" w:rsidRDefault="00E21E7D" w:rsidP="009C54AE">
      <w:pPr>
        <w:pStyle w:val="Punktygwne"/>
        <w:spacing w:before="0" w:after="0"/>
        <w:jc w:val="both"/>
        <w:rPr>
          <w:rFonts w:ascii="Corbel" w:hAnsi="Corbel"/>
          <w:b w:val="0"/>
          <w:bCs/>
          <w:sz w:val="20"/>
          <w:szCs w:val="20"/>
        </w:rPr>
      </w:pPr>
    </w:p>
    <w:p w14:paraId="1250D872" w14:textId="60DFAF11" w:rsidR="00153C41" w:rsidRPr="00093415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bCs/>
          <w:i/>
          <w:smallCaps w:val="0"/>
          <w:sz w:val="22"/>
        </w:rPr>
      </w:pPr>
      <w:r w:rsidRPr="004B6F8C">
        <w:rPr>
          <w:rFonts w:ascii="Corbel" w:hAnsi="Corbel"/>
          <w:b w:val="0"/>
          <w:bCs/>
          <w:i/>
          <w:sz w:val="20"/>
          <w:szCs w:val="20"/>
        </w:rPr>
        <w:t xml:space="preserve"> </w:t>
      </w:r>
      <w:r w:rsidRPr="00093415">
        <w:rPr>
          <w:rFonts w:ascii="Corbel" w:hAnsi="Corbel"/>
          <w:b w:val="0"/>
          <w:bCs/>
          <w:i/>
          <w:smallCaps w:val="0"/>
          <w:sz w:val="22"/>
        </w:rPr>
        <w:t>W</w:t>
      </w:r>
      <w:r w:rsidR="0085747A" w:rsidRPr="00093415">
        <w:rPr>
          <w:rFonts w:ascii="Corbel" w:hAnsi="Corbel"/>
          <w:b w:val="0"/>
          <w:bCs/>
          <w:i/>
          <w:smallCaps w:val="0"/>
          <w:sz w:val="22"/>
        </w:rPr>
        <w:t>ykład</w:t>
      </w:r>
      <w:r w:rsidR="00DC01CF" w:rsidRPr="00093415">
        <w:rPr>
          <w:rFonts w:ascii="Corbel" w:hAnsi="Corbel"/>
          <w:b w:val="0"/>
          <w:bCs/>
          <w:i/>
          <w:smallCaps w:val="0"/>
          <w:sz w:val="22"/>
        </w:rPr>
        <w:t xml:space="preserve">: </w:t>
      </w:r>
      <w:r w:rsidR="00093415" w:rsidRPr="00093415">
        <w:rPr>
          <w:rFonts w:ascii="Corbel" w:hAnsi="Corbel"/>
          <w:b w:val="0"/>
          <w:i/>
          <w:smallCaps w:val="0"/>
          <w:sz w:val="22"/>
        </w:rPr>
        <w:t>wykład problemowy</w:t>
      </w:r>
      <w:r w:rsidR="00093415" w:rsidRPr="00093415">
        <w:rPr>
          <w:rFonts w:ascii="Corbel" w:hAnsi="Corbel"/>
          <w:b w:val="0"/>
          <w:bCs/>
          <w:i/>
          <w:smallCaps w:val="0"/>
          <w:sz w:val="22"/>
        </w:rPr>
        <w:t xml:space="preserve">, </w:t>
      </w:r>
      <w:r w:rsidR="0085747A" w:rsidRPr="00093415">
        <w:rPr>
          <w:rFonts w:ascii="Corbel" w:hAnsi="Corbel"/>
          <w:b w:val="0"/>
          <w:bCs/>
          <w:i/>
          <w:smallCaps w:val="0"/>
          <w:sz w:val="22"/>
        </w:rPr>
        <w:t>wykład z prezentacją multimedialną</w:t>
      </w:r>
      <w:r w:rsidR="00923D7D" w:rsidRPr="00093415">
        <w:rPr>
          <w:rFonts w:ascii="Corbel" w:hAnsi="Corbel"/>
          <w:b w:val="0"/>
          <w:bCs/>
          <w:i/>
          <w:smallCaps w:val="0"/>
          <w:sz w:val="22"/>
        </w:rPr>
        <w:t>,</w:t>
      </w:r>
    </w:p>
    <w:p w14:paraId="1ADE6E47" w14:textId="2D8E8CAD" w:rsidR="0085747A" w:rsidRPr="00093415" w:rsidRDefault="00153C41" w:rsidP="004B6F8C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2"/>
        </w:rPr>
      </w:pPr>
      <w:r w:rsidRPr="00093415">
        <w:rPr>
          <w:rFonts w:ascii="Corbel" w:hAnsi="Corbel"/>
          <w:b w:val="0"/>
          <w:i/>
          <w:smallCaps w:val="0"/>
          <w:sz w:val="22"/>
        </w:rPr>
        <w:t xml:space="preserve">Ćwiczenia: </w:t>
      </w:r>
      <w:r w:rsidR="009F4610" w:rsidRPr="00093415">
        <w:rPr>
          <w:rFonts w:ascii="Corbel" w:hAnsi="Corbel"/>
          <w:b w:val="0"/>
          <w:i/>
          <w:smallCaps w:val="0"/>
          <w:sz w:val="22"/>
        </w:rPr>
        <w:t xml:space="preserve">analiza </w:t>
      </w:r>
      <w:r w:rsidR="00923D7D" w:rsidRPr="00093415">
        <w:rPr>
          <w:rFonts w:ascii="Corbel" w:hAnsi="Corbel"/>
          <w:b w:val="0"/>
          <w:i/>
          <w:smallCaps w:val="0"/>
          <w:sz w:val="22"/>
        </w:rPr>
        <w:t>tekstów z dyskusją,</w:t>
      </w:r>
      <w:r w:rsidR="0085747A" w:rsidRPr="00093415">
        <w:rPr>
          <w:rFonts w:ascii="Corbel" w:hAnsi="Corbel"/>
          <w:b w:val="0"/>
          <w:i/>
          <w:smallCaps w:val="0"/>
          <w:sz w:val="22"/>
        </w:rPr>
        <w:t xml:space="preserve"> metoda projektów</w:t>
      </w:r>
      <w:r w:rsidR="00923D7D" w:rsidRPr="00093415">
        <w:rPr>
          <w:rFonts w:ascii="Corbel" w:hAnsi="Corbel"/>
          <w:b w:val="0"/>
          <w:i/>
          <w:smallCaps w:val="0"/>
          <w:sz w:val="22"/>
        </w:rPr>
        <w:t xml:space="preserve"> </w:t>
      </w:r>
      <w:r w:rsidR="0085747A" w:rsidRPr="00093415">
        <w:rPr>
          <w:rFonts w:ascii="Corbel" w:hAnsi="Corbel"/>
          <w:b w:val="0"/>
          <w:i/>
          <w:smallCaps w:val="0"/>
          <w:sz w:val="22"/>
        </w:rPr>
        <w:t>(projekt praktyczny</w:t>
      </w:r>
      <w:r w:rsidR="0071620A" w:rsidRPr="00093415">
        <w:rPr>
          <w:rFonts w:ascii="Corbel" w:hAnsi="Corbel"/>
          <w:b w:val="0"/>
          <w:i/>
          <w:smallCaps w:val="0"/>
          <w:sz w:val="22"/>
        </w:rPr>
        <w:t>),</w:t>
      </w:r>
      <w:r w:rsidR="001718A7" w:rsidRPr="00093415">
        <w:rPr>
          <w:rFonts w:ascii="Corbel" w:hAnsi="Corbel"/>
          <w:b w:val="0"/>
          <w:i/>
          <w:smallCaps w:val="0"/>
          <w:sz w:val="22"/>
        </w:rPr>
        <w:t xml:space="preserve"> praca w </w:t>
      </w:r>
      <w:r w:rsidR="0085747A" w:rsidRPr="00093415">
        <w:rPr>
          <w:rFonts w:ascii="Corbel" w:hAnsi="Corbel"/>
          <w:b w:val="0"/>
          <w:i/>
          <w:smallCaps w:val="0"/>
          <w:sz w:val="22"/>
        </w:rPr>
        <w:t>grupach</w:t>
      </w:r>
      <w:r w:rsidR="0071620A" w:rsidRPr="00093415">
        <w:rPr>
          <w:rFonts w:ascii="Corbel" w:hAnsi="Corbel"/>
          <w:b w:val="0"/>
          <w:i/>
          <w:smallCaps w:val="0"/>
          <w:sz w:val="22"/>
        </w:rPr>
        <w:t xml:space="preserve"> (</w:t>
      </w:r>
      <w:r w:rsidR="0085747A" w:rsidRPr="00093415">
        <w:rPr>
          <w:rFonts w:ascii="Corbel" w:hAnsi="Corbel"/>
          <w:b w:val="0"/>
          <w:i/>
          <w:smallCaps w:val="0"/>
          <w:sz w:val="22"/>
        </w:rPr>
        <w:t>rozwiąz</w:t>
      </w:r>
      <w:r w:rsidR="0085747A" w:rsidRPr="00093415">
        <w:rPr>
          <w:rFonts w:ascii="Corbel" w:hAnsi="Corbel"/>
          <w:b w:val="0"/>
          <w:i/>
          <w:smallCaps w:val="0"/>
          <w:sz w:val="22"/>
        </w:rPr>
        <w:t>y</w:t>
      </w:r>
      <w:r w:rsidR="0085747A" w:rsidRPr="00093415">
        <w:rPr>
          <w:rFonts w:ascii="Corbel" w:hAnsi="Corbel"/>
          <w:b w:val="0"/>
          <w:i/>
          <w:smallCaps w:val="0"/>
          <w:sz w:val="22"/>
        </w:rPr>
        <w:t>wanie zadań</w:t>
      </w:r>
      <w:r w:rsidR="0071620A" w:rsidRPr="00093415">
        <w:rPr>
          <w:rFonts w:ascii="Corbel" w:hAnsi="Corbel"/>
          <w:b w:val="0"/>
          <w:i/>
          <w:smallCaps w:val="0"/>
          <w:sz w:val="22"/>
        </w:rPr>
        <w:t>,</w:t>
      </w:r>
      <w:r w:rsidR="0085747A" w:rsidRPr="00093415">
        <w:rPr>
          <w:rFonts w:ascii="Corbel" w:hAnsi="Corbel"/>
          <w:b w:val="0"/>
          <w:i/>
          <w:smallCaps w:val="0"/>
          <w:sz w:val="22"/>
        </w:rPr>
        <w:t xml:space="preserve"> dyskusja</w:t>
      </w:r>
      <w:r w:rsidR="0071620A" w:rsidRPr="00093415">
        <w:rPr>
          <w:rFonts w:ascii="Corbel" w:hAnsi="Corbel"/>
          <w:b w:val="0"/>
          <w:i/>
          <w:smallCaps w:val="0"/>
          <w:sz w:val="22"/>
        </w:rPr>
        <w:t>),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2B5AB3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056B7" w:rsidRPr="009C54AE" w14:paraId="4FFC276C" w14:textId="77777777" w:rsidTr="002B5AB3">
        <w:tc>
          <w:tcPr>
            <w:tcW w:w="1962" w:type="dxa"/>
          </w:tcPr>
          <w:p w14:paraId="1562D6DD" w14:textId="1D364C7B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0BD99DDA" w14:textId="2610A873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36896533" w14:textId="681AFC59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056B7" w:rsidRPr="009C54AE" w14:paraId="106C9F54" w14:textId="77777777" w:rsidTr="002B5AB3">
        <w:tc>
          <w:tcPr>
            <w:tcW w:w="1962" w:type="dxa"/>
          </w:tcPr>
          <w:p w14:paraId="17814888" w14:textId="5025E5CE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6E4FC17D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FFC62F0" w14:textId="04BECC7A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056B7" w:rsidRPr="009C54AE" w14:paraId="39FB682F" w14:textId="77777777" w:rsidTr="002B5AB3">
        <w:tc>
          <w:tcPr>
            <w:tcW w:w="1962" w:type="dxa"/>
          </w:tcPr>
          <w:p w14:paraId="44DAAFFF" w14:textId="58EDECD2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5441" w:type="dxa"/>
          </w:tcPr>
          <w:p w14:paraId="149EAB59" w14:textId="26B725BC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2620236A" w14:textId="5B2F66BA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8418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3056B7" w:rsidRPr="009C54AE" w14:paraId="71897529" w14:textId="77777777" w:rsidTr="002B5AB3">
        <w:tc>
          <w:tcPr>
            <w:tcW w:w="1962" w:type="dxa"/>
          </w:tcPr>
          <w:p w14:paraId="3608EF61" w14:textId="3AA31E17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FD42958" w14:textId="4484C7B6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5942C4EC" w14:textId="34EE584D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8418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3056B7" w:rsidRPr="009C54AE" w14:paraId="7F8B596E" w14:textId="77777777" w:rsidTr="002B5AB3">
        <w:tc>
          <w:tcPr>
            <w:tcW w:w="1962" w:type="dxa"/>
          </w:tcPr>
          <w:p w14:paraId="4CA5C9B9" w14:textId="1EC61E1E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0F389487" w14:textId="36BE4AE1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08A6BC1D" w14:textId="3D4B6976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8418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3056B7" w:rsidRPr="009C54AE" w14:paraId="27976B19" w14:textId="77777777" w:rsidTr="002B5AB3">
        <w:tc>
          <w:tcPr>
            <w:tcW w:w="1962" w:type="dxa"/>
          </w:tcPr>
          <w:p w14:paraId="0796C40D" w14:textId="317E1C7F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DEBEB35" w14:textId="1119B7E6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EAB2AD8" w14:textId="22B0B8D7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8418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3056B7" w:rsidRPr="009C54AE" w14:paraId="2E72061B" w14:textId="77777777" w:rsidTr="002B5AB3">
        <w:tc>
          <w:tcPr>
            <w:tcW w:w="1962" w:type="dxa"/>
          </w:tcPr>
          <w:p w14:paraId="7D0FEA07" w14:textId="4E18056F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6691F9EA" w14:textId="70AFD21D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092D6B17" w14:textId="241CA3B7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056B7" w:rsidRPr="009C54AE" w14:paraId="5FC541DE" w14:textId="77777777" w:rsidTr="002B5AB3">
        <w:tc>
          <w:tcPr>
            <w:tcW w:w="1962" w:type="dxa"/>
          </w:tcPr>
          <w:p w14:paraId="592A40DD" w14:textId="0A95503D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45074B9C" w14:textId="79C15CA6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43EC6AAD" w14:textId="0A0C3CDA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3056B7" w:rsidRPr="009C54AE" w14:paraId="6FFAFBD7" w14:textId="77777777" w:rsidTr="002B5AB3">
        <w:tc>
          <w:tcPr>
            <w:tcW w:w="1962" w:type="dxa"/>
          </w:tcPr>
          <w:p w14:paraId="4376E7CF" w14:textId="1D33F0A1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43A7B775" w14:textId="12872415" w:rsidR="003056B7" w:rsidRPr="0058418B" w:rsidRDefault="003056B7" w:rsidP="0058418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8418B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435D361" w14:textId="657FE589" w:rsidR="003056B7" w:rsidRPr="0058418B" w:rsidRDefault="003056B7" w:rsidP="005841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8418B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4DD0004F" w14:textId="688801E7" w:rsidR="003056B7" w:rsidRPr="004B6F8C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  <w:p w14:paraId="3FA8C837" w14:textId="77777777" w:rsidR="003056B7" w:rsidRPr="004B6F8C" w:rsidRDefault="003056B7" w:rsidP="003056B7">
            <w:pPr>
              <w:pStyle w:val="Punktygwne"/>
              <w:numPr>
                <w:ilvl w:val="0"/>
                <w:numId w:val="4"/>
              </w:numPr>
              <w:spacing w:before="0" w:after="0"/>
              <w:ind w:left="325" w:hanging="294"/>
              <w:rPr>
                <w:rFonts w:ascii="Corbel" w:hAnsi="Corbel"/>
                <w:b w:val="0"/>
                <w:smallCaps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</w:rPr>
              <w:t>opracowanie projektów dydaktycznych na zadany temat (konspekt lekcji).</w:t>
            </w:r>
          </w:p>
          <w:p w14:paraId="4915C6F0" w14:textId="42D3371F" w:rsidR="003056B7" w:rsidRDefault="003056B7" w:rsidP="003056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6F8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5942C489" w14:textId="7A9A3082" w:rsidR="0085747A" w:rsidRPr="00364033" w:rsidRDefault="004B6F8C" w:rsidP="00364033">
            <w:pPr>
              <w:pStyle w:val="Punktygwne"/>
              <w:numPr>
                <w:ilvl w:val="0"/>
                <w:numId w:val="8"/>
              </w:numPr>
              <w:spacing w:before="0" w:after="0"/>
              <w:ind w:left="313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4B6F8C">
              <w:rPr>
                <w:rFonts w:ascii="Corbel" w:hAnsi="Corbel"/>
                <w:b w:val="0"/>
                <w:bCs/>
                <w:smallCaps w:val="0"/>
              </w:rPr>
              <w:t>opracowanie projektów dydaktycznych na zadany temat</w:t>
            </w:r>
            <w:r>
              <w:rPr>
                <w:rFonts w:ascii="Corbel" w:hAnsi="Corbel"/>
                <w:b w:val="0"/>
                <w:bCs/>
                <w:smallCaps w:val="0"/>
              </w:rPr>
              <w:t>.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3CD1C226" w:rsidR="0085747A" w:rsidRPr="009C54AE" w:rsidRDefault="006D4F3C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506E8D88" w:rsidR="00C61DC5" w:rsidRPr="009C54AE" w:rsidRDefault="005E3FC0" w:rsidP="005E3F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E7072C0" w14:textId="0F3F2134" w:rsidR="00C61DC5" w:rsidRPr="009C54AE" w:rsidRDefault="00DC01CF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316FA4BA" w14:textId="17903EE4" w:rsidR="00C61DC5" w:rsidRPr="009C54AE" w:rsidRDefault="00C61DC5" w:rsidP="005E3F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E3FC0">
              <w:rPr>
                <w:rFonts w:ascii="Corbel" w:hAnsi="Corbel"/>
                <w:sz w:val="24"/>
                <w:szCs w:val="24"/>
              </w:rPr>
              <w:t>projektu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30F43D2" w14:textId="6080BBAE" w:rsidR="00C61DC5" w:rsidRPr="009C54AE" w:rsidRDefault="006D4F3C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2B699E7C" w:rsidR="0085747A" w:rsidRPr="009C54AE" w:rsidRDefault="00EA1859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43CDCCE7" w:rsidR="0085747A" w:rsidRPr="009C54AE" w:rsidRDefault="002B5AB3" w:rsidP="002B5A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3B616D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0DD0183" w14:textId="77777777" w:rsidR="00EA1859" w:rsidRPr="009C54AE" w:rsidRDefault="00EA1859" w:rsidP="0036403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07F2C" w14:paraId="67DF81D3" w14:textId="77777777" w:rsidTr="00561E8C">
        <w:trPr>
          <w:trHeight w:val="397"/>
        </w:trPr>
        <w:tc>
          <w:tcPr>
            <w:tcW w:w="7513" w:type="dxa"/>
            <w:shd w:val="clear" w:color="auto" w:fill="auto"/>
          </w:tcPr>
          <w:p w14:paraId="5208B60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33CDC40" w14:textId="77777777" w:rsidR="00561E8C" w:rsidRPr="00350F9E" w:rsidRDefault="00561E8C" w:rsidP="00561E8C">
            <w:pPr>
              <w:pStyle w:val="Punktygwne"/>
              <w:numPr>
                <w:ilvl w:val="0"/>
                <w:numId w:val="2"/>
              </w:numPr>
              <w:spacing w:before="0" w:after="0"/>
              <w:ind w:left="357" w:hanging="357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350F9E">
              <w:rPr>
                <w:rFonts w:ascii="Corbel" w:hAnsi="Corbel"/>
                <w:b w:val="0"/>
                <w:smallCaps w:val="0"/>
                <w:szCs w:val="24"/>
              </w:rPr>
              <w:t>Kulesza R., Langa S., Leśniakiewicz D., </w:t>
            </w:r>
            <w:hyperlink r:id="rId9" w:history="1">
              <w:r w:rsidRPr="00350F9E">
                <w:rPr>
                  <w:rFonts w:ascii="Corbel" w:hAnsi="Corbel"/>
                  <w:b w:val="0"/>
                  <w:smallCaps w:val="0"/>
                  <w:szCs w:val="24"/>
                </w:rPr>
                <w:t>Pełka</w:t>
              </w:r>
            </w:hyperlink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 P., 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Młodzi giganci pr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o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gramowania. </w:t>
            </w:r>
            <w:proofErr w:type="spellStart"/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>, Wydawnictwo Helion, Warszawa 2018.</w:t>
            </w:r>
          </w:p>
          <w:p w14:paraId="319FD6E9" w14:textId="6DA4CDF0" w:rsidR="00561E8C" w:rsidRPr="00350F9E" w:rsidRDefault="00561E8C" w:rsidP="00561E8C">
            <w:pPr>
              <w:pStyle w:val="Punktygwne"/>
              <w:numPr>
                <w:ilvl w:val="0"/>
                <w:numId w:val="2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350F9E">
              <w:rPr>
                <w:rFonts w:ascii="Corbel" w:hAnsi="Corbel"/>
                <w:b w:val="0"/>
                <w:smallCaps w:val="0"/>
                <w:szCs w:val="24"/>
              </w:rPr>
              <w:t>Resnick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proofErr w:type="spellStart"/>
            <w:r w:rsidRPr="00350F9E">
              <w:rPr>
                <w:rFonts w:ascii="Corbel" w:hAnsi="Corbel"/>
                <w:b w:val="0"/>
                <w:smallCaps w:val="0"/>
                <w:szCs w:val="24"/>
              </w:rPr>
              <w:t>Umaschi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-Bers M., </w:t>
            </w:r>
            <w:r w:rsidR="009261E1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Oficjalny podręcznik </w:t>
            </w:r>
            <w:proofErr w:type="spellStart"/>
            <w:r w:rsidR="009261E1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>, Wydawni</w:t>
            </w:r>
            <w:r w:rsidRPr="00350F9E"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350F9E">
              <w:rPr>
                <w:rFonts w:ascii="Corbel" w:hAnsi="Corbel"/>
                <w:b w:val="0"/>
                <w:smallCaps w:val="0"/>
                <w:szCs w:val="24"/>
              </w:rPr>
              <w:t>two Naukowe PWN, Warszawa 2016.</w:t>
            </w:r>
          </w:p>
          <w:p w14:paraId="5C046C9A" w14:textId="77777777" w:rsidR="00561E8C" w:rsidRPr="00350F9E" w:rsidRDefault="00561E8C" w:rsidP="00561E8C">
            <w:pPr>
              <w:pStyle w:val="Punktygwne"/>
              <w:numPr>
                <w:ilvl w:val="0"/>
                <w:numId w:val="2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50F9E">
              <w:rPr>
                <w:rFonts w:ascii="Corbel" w:hAnsi="Corbel"/>
                <w:b w:val="0"/>
                <w:smallCaps w:val="0"/>
                <w:szCs w:val="24"/>
              </w:rPr>
              <w:t>Steigart</w:t>
            </w:r>
            <w:proofErr w:type="spellEnd"/>
            <w:r w:rsidRPr="00350F9E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Bawimy się, programując w </w:t>
            </w:r>
            <w:proofErr w:type="spellStart"/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Scratchu</w:t>
            </w:r>
            <w:proofErr w:type="spellEnd"/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. Nauka programow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a</w:t>
            </w:r>
            <w:r w:rsidRPr="00350F9E">
              <w:rPr>
                <w:rFonts w:ascii="Corbel" w:hAnsi="Corbel"/>
                <w:b w:val="0"/>
                <w:i/>
                <w:smallCaps w:val="0"/>
                <w:szCs w:val="24"/>
              </w:rPr>
              <w:t>nia przez tworzenie niezwykłych gier</w:t>
            </w:r>
            <w:r w:rsidRPr="00350F9E">
              <w:rPr>
                <w:rFonts w:ascii="Corbel" w:hAnsi="Corbel"/>
                <w:b w:val="0"/>
                <w:smallCaps w:val="0"/>
                <w:szCs w:val="24"/>
              </w:rPr>
              <w:t>, Wydawnictwo Naukowe PWN, Warszawa 2017</w:t>
            </w:r>
          </w:p>
          <w:p w14:paraId="30C7467C" w14:textId="7771DEAD" w:rsidR="00561E8C" w:rsidRPr="00561E8C" w:rsidRDefault="00561E8C" w:rsidP="00561E8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 w:rsidRPr="00561E8C">
              <w:rPr>
                <w:rFonts w:ascii="Corbel" w:hAnsi="Corbel"/>
                <w:sz w:val="24"/>
                <w:szCs w:val="24"/>
              </w:rPr>
              <w:lastRenderedPageBreak/>
              <w:t>Walat</w:t>
            </w:r>
            <w:proofErr w:type="spellEnd"/>
            <w:r w:rsidRPr="00561E8C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007F2C">
              <w:rPr>
                <w:rFonts w:ascii="Corbel" w:hAnsi="Corbel"/>
                <w:i/>
                <w:sz w:val="24"/>
                <w:szCs w:val="24"/>
              </w:rPr>
              <w:t xml:space="preserve">Edukacyjne zastosowania </w:t>
            </w:r>
            <w:proofErr w:type="spellStart"/>
            <w:r w:rsidRPr="00007F2C">
              <w:rPr>
                <w:rFonts w:ascii="Corbel" w:hAnsi="Corbel"/>
                <w:i/>
                <w:sz w:val="24"/>
                <w:szCs w:val="24"/>
              </w:rPr>
              <w:t>hipermediów</w:t>
            </w:r>
            <w:proofErr w:type="spellEnd"/>
            <w:r w:rsidRPr="00561E8C">
              <w:rPr>
                <w:rFonts w:ascii="Corbel" w:hAnsi="Corbel"/>
                <w:sz w:val="24"/>
                <w:szCs w:val="24"/>
              </w:rPr>
              <w:t>. UR, Rzeszów 2007.</w:t>
            </w:r>
          </w:p>
          <w:p w14:paraId="22EA6E20" w14:textId="77777777" w:rsidR="00561E8C" w:rsidRPr="00561E8C" w:rsidRDefault="00561E8C" w:rsidP="00561E8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 w:rsidRPr="00561E8C">
              <w:rPr>
                <w:rFonts w:ascii="Corbel" w:hAnsi="Corbel"/>
                <w:sz w:val="24"/>
                <w:szCs w:val="24"/>
              </w:rPr>
              <w:t>Walat</w:t>
            </w:r>
            <w:proofErr w:type="spellEnd"/>
            <w:r w:rsidRPr="00561E8C">
              <w:rPr>
                <w:rFonts w:ascii="Corbel" w:hAnsi="Corbel"/>
                <w:sz w:val="24"/>
                <w:szCs w:val="24"/>
              </w:rPr>
              <w:t xml:space="preserve"> W.: P</w:t>
            </w:r>
            <w:r w:rsidRPr="00007F2C">
              <w:rPr>
                <w:rFonts w:ascii="Corbel" w:hAnsi="Corbel"/>
                <w:i/>
                <w:sz w:val="24"/>
                <w:szCs w:val="24"/>
              </w:rPr>
              <w:t>odręcznik multimedialny. Teoria – metodologia – przykłady</w:t>
            </w:r>
            <w:r w:rsidRPr="00561E8C">
              <w:rPr>
                <w:rFonts w:ascii="Corbel" w:hAnsi="Corbel"/>
                <w:sz w:val="24"/>
                <w:szCs w:val="24"/>
              </w:rPr>
              <w:t>. Wyd. UR, Rzeszów 2004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0D3DCF60" w14:textId="2636FB5C" w:rsidR="00561E8C" w:rsidRPr="00007F2C" w:rsidRDefault="00007F2C" w:rsidP="00561E8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Ciesielka M.,</w:t>
            </w:r>
            <w:r w:rsidR="00F6363B" w:rsidRPr="00F6363B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F6363B" w:rsidRPr="00007F2C">
              <w:rPr>
                <w:rFonts w:ascii="Corbel" w:hAnsi="Corbel"/>
                <w:i/>
                <w:sz w:val="24"/>
                <w:szCs w:val="24"/>
              </w:rPr>
              <w:t>WebQuest</w:t>
            </w:r>
            <w:proofErr w:type="spellEnd"/>
            <w:r w:rsidR="00F6363B" w:rsidRPr="00007F2C">
              <w:rPr>
                <w:rFonts w:ascii="Corbel" w:hAnsi="Corbel"/>
                <w:i/>
                <w:sz w:val="24"/>
                <w:szCs w:val="24"/>
              </w:rPr>
              <w:t xml:space="preserve"> – od informacji do wiedzy technicznej</w:t>
            </w:r>
            <w:r w:rsidR="00F6363B" w:rsidRPr="00F6363B">
              <w:rPr>
                <w:rFonts w:ascii="Corbel" w:hAnsi="Corbel"/>
                <w:sz w:val="24"/>
                <w:szCs w:val="24"/>
              </w:rPr>
              <w:t>, Zeszyty Naukowe Wydziału Elektrotechniki i Automatyki Politechniki Gda</w:t>
            </w:r>
            <w:r w:rsidR="00F6363B" w:rsidRPr="00F6363B">
              <w:rPr>
                <w:rFonts w:ascii="Corbel" w:hAnsi="Corbel"/>
                <w:sz w:val="24"/>
                <w:szCs w:val="24"/>
              </w:rPr>
              <w:t>ń</w:t>
            </w:r>
            <w:r w:rsidR="00F6363B" w:rsidRPr="00F6363B">
              <w:rPr>
                <w:rFonts w:ascii="Corbel" w:hAnsi="Corbel"/>
                <w:sz w:val="24"/>
                <w:szCs w:val="24"/>
              </w:rPr>
              <w:t>skiej; 2016 nr 48</w:t>
            </w:r>
          </w:p>
          <w:p w14:paraId="6F935BEB" w14:textId="43D3B42D" w:rsidR="00007F2C" w:rsidRPr="00007F2C" w:rsidRDefault="00007F2C" w:rsidP="00561E8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Sterna D., Ostrowska M., </w:t>
            </w:r>
            <w:r w:rsidRPr="00007F2C">
              <w:rPr>
                <w:rFonts w:ascii="Corbel" w:hAnsi="Corbel"/>
                <w:i/>
                <w:sz w:val="24"/>
                <w:szCs w:val="24"/>
              </w:rPr>
              <w:t>TIK na lekcjach</w:t>
            </w:r>
            <w:r>
              <w:rPr>
                <w:rFonts w:ascii="Corbel" w:hAnsi="Corbel"/>
                <w:sz w:val="24"/>
                <w:szCs w:val="24"/>
              </w:rPr>
              <w:t>. Wyd. CEO, Warszawa 2015</w:t>
            </w:r>
          </w:p>
          <w:p w14:paraId="24C53FA1" w14:textId="77777777" w:rsidR="00007F2C" w:rsidRPr="001E77C0" w:rsidRDefault="00007F2C" w:rsidP="00007F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 w:rsidRPr="00007F2C">
              <w:rPr>
                <w:rFonts w:ascii="Corbel" w:hAnsi="Corbel"/>
                <w:sz w:val="24"/>
                <w:szCs w:val="24"/>
              </w:rPr>
              <w:t>Pitler</w:t>
            </w:r>
            <w:proofErr w:type="spellEnd"/>
            <w:r w:rsidRPr="00007F2C">
              <w:rPr>
                <w:rFonts w:ascii="Corbel" w:hAnsi="Corbel"/>
                <w:sz w:val="24"/>
                <w:szCs w:val="24"/>
              </w:rPr>
              <w:t xml:space="preserve"> H., </w:t>
            </w:r>
            <w:proofErr w:type="spellStart"/>
            <w:r w:rsidRPr="00007F2C">
              <w:rPr>
                <w:rFonts w:ascii="Corbel" w:hAnsi="Corbel"/>
                <w:sz w:val="24"/>
                <w:szCs w:val="24"/>
              </w:rPr>
              <w:t>Hubbell</w:t>
            </w:r>
            <w:proofErr w:type="spellEnd"/>
            <w:r w:rsidRPr="00007F2C">
              <w:rPr>
                <w:rFonts w:ascii="Corbel" w:hAnsi="Corbel"/>
                <w:sz w:val="24"/>
                <w:szCs w:val="24"/>
              </w:rPr>
              <w:t xml:space="preserve"> E. R., Kuhn M., </w:t>
            </w:r>
            <w:r w:rsidRPr="00007F2C">
              <w:rPr>
                <w:rFonts w:ascii="Corbel" w:hAnsi="Corbel"/>
                <w:i/>
                <w:sz w:val="24"/>
                <w:szCs w:val="24"/>
              </w:rPr>
              <w:t xml:space="preserve">Efektywne wykorzystanie </w:t>
            </w:r>
            <w:r>
              <w:rPr>
                <w:rFonts w:ascii="Corbel" w:hAnsi="Corbel"/>
                <w:i/>
                <w:sz w:val="24"/>
                <w:szCs w:val="24"/>
              </w:rPr>
              <w:t>nowych technologii na lekcjach</w:t>
            </w:r>
            <w:r>
              <w:rPr>
                <w:rFonts w:ascii="Corbel" w:hAnsi="Corbel"/>
                <w:sz w:val="24"/>
                <w:szCs w:val="24"/>
              </w:rPr>
              <w:t>, Wyd. CEO, Warszawa 2015</w:t>
            </w:r>
          </w:p>
          <w:p w14:paraId="49B88CD0" w14:textId="7B641052" w:rsidR="00CD0932" w:rsidRPr="001E77C0" w:rsidRDefault="00CD0932" w:rsidP="001E77C0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 w:rsidRPr="001E77C0">
              <w:rPr>
                <w:rFonts w:ascii="Corbel" w:hAnsi="Corbel"/>
                <w:sz w:val="24"/>
                <w:szCs w:val="24"/>
              </w:rPr>
              <w:t>Kiałka</w:t>
            </w:r>
            <w:proofErr w:type="spellEnd"/>
            <w:r w:rsidRPr="001E77C0">
              <w:rPr>
                <w:rFonts w:ascii="Corbel" w:hAnsi="Corbel"/>
                <w:sz w:val="24"/>
                <w:szCs w:val="24"/>
              </w:rPr>
              <w:t xml:space="preserve"> D., </w:t>
            </w:r>
            <w:r w:rsidRPr="001E77C0">
              <w:rPr>
                <w:rFonts w:ascii="Corbel" w:hAnsi="Corbel"/>
                <w:i/>
                <w:sz w:val="24"/>
                <w:szCs w:val="24"/>
              </w:rPr>
              <w:t>Informatyka Europejczyka. Poradnik metodyczny dla naucz</w:t>
            </w:r>
            <w:r w:rsidRPr="001E77C0">
              <w:rPr>
                <w:rFonts w:ascii="Corbel" w:hAnsi="Corbel"/>
                <w:i/>
                <w:sz w:val="24"/>
                <w:szCs w:val="24"/>
              </w:rPr>
              <w:t>y</w:t>
            </w:r>
            <w:r w:rsidRPr="001E77C0">
              <w:rPr>
                <w:rFonts w:ascii="Corbel" w:hAnsi="Corbel"/>
                <w:i/>
                <w:sz w:val="24"/>
                <w:szCs w:val="24"/>
              </w:rPr>
              <w:t>cieli informatyki w szkole podstawowej w kształceniu zintegrowanym</w:t>
            </w:r>
            <w:r w:rsidR="001E77C0">
              <w:rPr>
                <w:rFonts w:ascii="Corbel" w:hAnsi="Corbel"/>
                <w:sz w:val="24"/>
                <w:szCs w:val="24"/>
              </w:rPr>
              <w:t xml:space="preserve">, Wyd. Helion, Gliwice 2009 </w:t>
            </w:r>
          </w:p>
          <w:p w14:paraId="56070F37" w14:textId="48D0DB42" w:rsidR="00CD0932" w:rsidRPr="00007F2C" w:rsidRDefault="001E77C0" w:rsidP="00007F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57" w:hanging="357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Kosmaciński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Oto ja. Edukacja Informatyczna</w:t>
            </w:r>
            <w:r>
              <w:rPr>
                <w:rFonts w:ascii="Corbel" w:hAnsi="Corbel"/>
                <w:sz w:val="24"/>
                <w:szCs w:val="24"/>
              </w:rPr>
              <w:t xml:space="preserve">, Wyd. MAC Edukacja, Warszawa 2017  </w:t>
            </w:r>
          </w:p>
        </w:tc>
      </w:tr>
      <w:tr w:rsidR="0085747A" w:rsidRPr="009C54AE" w14:paraId="6981F2E0" w14:textId="77777777" w:rsidTr="0071620A">
        <w:trPr>
          <w:trHeight w:val="397"/>
        </w:trPr>
        <w:tc>
          <w:tcPr>
            <w:tcW w:w="7513" w:type="dxa"/>
          </w:tcPr>
          <w:p w14:paraId="4F821F17" w14:textId="087F5F84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4847B7C" w14:textId="1851B75A" w:rsidR="00561E8C" w:rsidRPr="009C4CBB" w:rsidRDefault="00561E8C" w:rsidP="009C54AE">
            <w:pPr>
              <w:pStyle w:val="Punktygwne"/>
              <w:numPr>
                <w:ilvl w:val="0"/>
                <w:numId w:val="3"/>
              </w:numPr>
              <w:spacing w:before="0" w:after="0"/>
              <w:ind w:left="376" w:hanging="364"/>
              <w:rPr>
                <w:rFonts w:ascii="Corbel" w:hAnsi="Corbel"/>
                <w:b w:val="0"/>
                <w:smallCaps w:val="0"/>
                <w:szCs w:val="24"/>
              </w:rPr>
            </w:pPr>
            <w:r w:rsidRPr="00561E8C">
              <w:rPr>
                <w:rFonts w:ascii="Corbel" w:hAnsi="Corbel"/>
                <w:b w:val="0"/>
                <w:smallCaps w:val="0"/>
                <w:szCs w:val="24"/>
              </w:rPr>
              <w:t xml:space="preserve">Opracowanie zbiorowe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proofErr w:type="spellStart"/>
            <w:r w:rsidRPr="002D1621">
              <w:rPr>
                <w:rFonts w:ascii="Corbel" w:hAnsi="Corbel"/>
                <w:b w:val="0"/>
                <w:i/>
                <w:smallCaps w:val="0"/>
                <w:szCs w:val="24"/>
              </w:rPr>
              <w:t>Scratch</w:t>
            </w:r>
            <w:proofErr w:type="spellEnd"/>
            <w:r w:rsidRPr="002D1621">
              <w:rPr>
                <w:rFonts w:ascii="Corbel" w:hAnsi="Corbel"/>
                <w:b w:val="0"/>
                <w:i/>
                <w:smallCaps w:val="0"/>
                <w:szCs w:val="24"/>
              </w:rPr>
              <w:t>. Komiksowa przygoda z programow</w:t>
            </w:r>
            <w:r w:rsidRPr="002D1621">
              <w:rPr>
                <w:rFonts w:ascii="Corbel" w:hAnsi="Corbel"/>
                <w:b w:val="0"/>
                <w:i/>
                <w:smallCaps w:val="0"/>
                <w:szCs w:val="24"/>
              </w:rPr>
              <w:t>a</w:t>
            </w:r>
            <w:r w:rsidRPr="002D1621">
              <w:rPr>
                <w:rFonts w:ascii="Corbel" w:hAnsi="Corbel"/>
                <w:b w:val="0"/>
                <w:i/>
                <w:smallCaps w:val="0"/>
                <w:szCs w:val="24"/>
              </w:rPr>
              <w:t>niem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Wydawnictwo Helion, Warszawa 2017.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1D32B9" w14:textId="77777777" w:rsidR="00E644A7" w:rsidRDefault="00E644A7" w:rsidP="00C16ABF">
      <w:pPr>
        <w:spacing w:after="0" w:line="240" w:lineRule="auto"/>
      </w:pPr>
      <w:r>
        <w:separator/>
      </w:r>
    </w:p>
  </w:endnote>
  <w:endnote w:type="continuationSeparator" w:id="0">
    <w:p w14:paraId="77B021DB" w14:textId="77777777" w:rsidR="00E644A7" w:rsidRDefault="00E644A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1B1BA8" w14:textId="77777777" w:rsidR="00E644A7" w:rsidRDefault="00E644A7" w:rsidP="00C16ABF">
      <w:pPr>
        <w:spacing w:after="0" w:line="240" w:lineRule="auto"/>
      </w:pPr>
      <w:r>
        <w:separator/>
      </w:r>
    </w:p>
  </w:footnote>
  <w:footnote w:type="continuationSeparator" w:id="0">
    <w:p w14:paraId="438A3B2C" w14:textId="77777777" w:rsidR="00E644A7" w:rsidRDefault="00E644A7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83709"/>
    <w:multiLevelType w:val="hybridMultilevel"/>
    <w:tmpl w:val="5FAE08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42583"/>
    <w:multiLevelType w:val="hybridMultilevel"/>
    <w:tmpl w:val="01F4365A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C1780D"/>
    <w:multiLevelType w:val="hybridMultilevel"/>
    <w:tmpl w:val="E4005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9B844DF"/>
    <w:multiLevelType w:val="hybridMultilevel"/>
    <w:tmpl w:val="8C46B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BC4BC3"/>
    <w:multiLevelType w:val="hybridMultilevel"/>
    <w:tmpl w:val="465A7A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67697D"/>
    <w:multiLevelType w:val="hybridMultilevel"/>
    <w:tmpl w:val="F872F702"/>
    <w:lvl w:ilvl="0" w:tplc="679652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9E37F8"/>
    <w:multiLevelType w:val="hybridMultilevel"/>
    <w:tmpl w:val="C6BE0B9A"/>
    <w:lvl w:ilvl="0" w:tplc="679652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7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07F2C"/>
    <w:rsid w:val="00015B8F"/>
    <w:rsid w:val="00022ECE"/>
    <w:rsid w:val="00042A51"/>
    <w:rsid w:val="00042D2E"/>
    <w:rsid w:val="00044C82"/>
    <w:rsid w:val="00070ED6"/>
    <w:rsid w:val="000742DC"/>
    <w:rsid w:val="00084C12"/>
    <w:rsid w:val="00093415"/>
    <w:rsid w:val="0009462C"/>
    <w:rsid w:val="00094B12"/>
    <w:rsid w:val="00096C46"/>
    <w:rsid w:val="000A296F"/>
    <w:rsid w:val="000A2A28"/>
    <w:rsid w:val="000B192D"/>
    <w:rsid w:val="000B28EE"/>
    <w:rsid w:val="000B3E37"/>
    <w:rsid w:val="000C2406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28B"/>
    <w:rsid w:val="00164FA7"/>
    <w:rsid w:val="00166A03"/>
    <w:rsid w:val="001718A7"/>
    <w:rsid w:val="001737CF"/>
    <w:rsid w:val="00176083"/>
    <w:rsid w:val="001770C7"/>
    <w:rsid w:val="00192F37"/>
    <w:rsid w:val="001A70D2"/>
    <w:rsid w:val="001D5229"/>
    <w:rsid w:val="001D657B"/>
    <w:rsid w:val="001D7B54"/>
    <w:rsid w:val="001E0209"/>
    <w:rsid w:val="001E77C0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AB3"/>
    <w:rsid w:val="002B5EA0"/>
    <w:rsid w:val="002B6119"/>
    <w:rsid w:val="002C1F06"/>
    <w:rsid w:val="002D3375"/>
    <w:rsid w:val="002D4302"/>
    <w:rsid w:val="002D73D4"/>
    <w:rsid w:val="002F02A3"/>
    <w:rsid w:val="002F42C6"/>
    <w:rsid w:val="002F4ABE"/>
    <w:rsid w:val="003018BA"/>
    <w:rsid w:val="0030395F"/>
    <w:rsid w:val="003056B7"/>
    <w:rsid w:val="00305C92"/>
    <w:rsid w:val="00312003"/>
    <w:rsid w:val="003151C5"/>
    <w:rsid w:val="00325415"/>
    <w:rsid w:val="003343CF"/>
    <w:rsid w:val="00346FE9"/>
    <w:rsid w:val="0034759A"/>
    <w:rsid w:val="003503F6"/>
    <w:rsid w:val="003530DD"/>
    <w:rsid w:val="003573AD"/>
    <w:rsid w:val="00363F78"/>
    <w:rsid w:val="00364033"/>
    <w:rsid w:val="00386F0C"/>
    <w:rsid w:val="003A0A5B"/>
    <w:rsid w:val="003A1176"/>
    <w:rsid w:val="003B21A1"/>
    <w:rsid w:val="003C0BAE"/>
    <w:rsid w:val="003D18A9"/>
    <w:rsid w:val="003D6CE2"/>
    <w:rsid w:val="003E1941"/>
    <w:rsid w:val="003E2FE6"/>
    <w:rsid w:val="003E49D5"/>
    <w:rsid w:val="003F38C0"/>
    <w:rsid w:val="00414E3C"/>
    <w:rsid w:val="004205F7"/>
    <w:rsid w:val="0042244A"/>
    <w:rsid w:val="0042745A"/>
    <w:rsid w:val="00431D5C"/>
    <w:rsid w:val="004362C6"/>
    <w:rsid w:val="00437FA2"/>
    <w:rsid w:val="00445970"/>
    <w:rsid w:val="004466CB"/>
    <w:rsid w:val="00452D52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F8C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5934"/>
    <w:rsid w:val="00561E8C"/>
    <w:rsid w:val="0056696D"/>
    <w:rsid w:val="00573EF9"/>
    <w:rsid w:val="0058418B"/>
    <w:rsid w:val="0059484D"/>
    <w:rsid w:val="005A0855"/>
    <w:rsid w:val="005A3196"/>
    <w:rsid w:val="005C080F"/>
    <w:rsid w:val="005C4A18"/>
    <w:rsid w:val="005C55E5"/>
    <w:rsid w:val="005C696A"/>
    <w:rsid w:val="005D29D9"/>
    <w:rsid w:val="005E3FC0"/>
    <w:rsid w:val="005E6E85"/>
    <w:rsid w:val="005F31D2"/>
    <w:rsid w:val="005F791F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255B"/>
    <w:rsid w:val="00696477"/>
    <w:rsid w:val="006C4488"/>
    <w:rsid w:val="006D050F"/>
    <w:rsid w:val="006D4F3C"/>
    <w:rsid w:val="006D6139"/>
    <w:rsid w:val="006E5630"/>
    <w:rsid w:val="006E5A4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2823"/>
    <w:rsid w:val="00763BF1"/>
    <w:rsid w:val="00766FD4"/>
    <w:rsid w:val="00777940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D6E75"/>
    <w:rsid w:val="007F1652"/>
    <w:rsid w:val="007F3576"/>
    <w:rsid w:val="007F4155"/>
    <w:rsid w:val="0081554D"/>
    <w:rsid w:val="0081707E"/>
    <w:rsid w:val="00824AF8"/>
    <w:rsid w:val="008449B3"/>
    <w:rsid w:val="0085747A"/>
    <w:rsid w:val="00884922"/>
    <w:rsid w:val="00885F64"/>
    <w:rsid w:val="0089059F"/>
    <w:rsid w:val="008917F9"/>
    <w:rsid w:val="008A14A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61E1"/>
    <w:rsid w:val="00937AF5"/>
    <w:rsid w:val="009508DF"/>
    <w:rsid w:val="00950DAC"/>
    <w:rsid w:val="00954A07"/>
    <w:rsid w:val="00997F14"/>
    <w:rsid w:val="009A78D9"/>
    <w:rsid w:val="009C1331"/>
    <w:rsid w:val="009C3E31"/>
    <w:rsid w:val="009C4CBB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4DB"/>
    <w:rsid w:val="00A73473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FCE"/>
    <w:rsid w:val="00B90885"/>
    <w:rsid w:val="00B9357A"/>
    <w:rsid w:val="00BB520A"/>
    <w:rsid w:val="00BD3869"/>
    <w:rsid w:val="00BD66E9"/>
    <w:rsid w:val="00BD6FF4"/>
    <w:rsid w:val="00BF2C41"/>
    <w:rsid w:val="00C02525"/>
    <w:rsid w:val="00C058B4"/>
    <w:rsid w:val="00C05F44"/>
    <w:rsid w:val="00C131B5"/>
    <w:rsid w:val="00C16ABF"/>
    <w:rsid w:val="00C170AE"/>
    <w:rsid w:val="00C26CB7"/>
    <w:rsid w:val="00C324C1"/>
    <w:rsid w:val="00C36992"/>
    <w:rsid w:val="00C4496D"/>
    <w:rsid w:val="00C56036"/>
    <w:rsid w:val="00C61DC5"/>
    <w:rsid w:val="00C63587"/>
    <w:rsid w:val="00C67E92"/>
    <w:rsid w:val="00C70A26"/>
    <w:rsid w:val="00C710C6"/>
    <w:rsid w:val="00C74F7D"/>
    <w:rsid w:val="00C766DF"/>
    <w:rsid w:val="00C935F0"/>
    <w:rsid w:val="00C94B98"/>
    <w:rsid w:val="00CA2B96"/>
    <w:rsid w:val="00CA3F9E"/>
    <w:rsid w:val="00CA5089"/>
    <w:rsid w:val="00CB42CB"/>
    <w:rsid w:val="00CD0932"/>
    <w:rsid w:val="00CD6897"/>
    <w:rsid w:val="00CE5BAC"/>
    <w:rsid w:val="00CF25BE"/>
    <w:rsid w:val="00CF61A2"/>
    <w:rsid w:val="00CF78ED"/>
    <w:rsid w:val="00D02B25"/>
    <w:rsid w:val="00D02EBA"/>
    <w:rsid w:val="00D1510C"/>
    <w:rsid w:val="00D17C3C"/>
    <w:rsid w:val="00D26B2C"/>
    <w:rsid w:val="00D352C9"/>
    <w:rsid w:val="00D425B2"/>
    <w:rsid w:val="00D428D6"/>
    <w:rsid w:val="00D552B2"/>
    <w:rsid w:val="00D608D1"/>
    <w:rsid w:val="00D66587"/>
    <w:rsid w:val="00D74119"/>
    <w:rsid w:val="00D8075B"/>
    <w:rsid w:val="00D8678B"/>
    <w:rsid w:val="00DA2114"/>
    <w:rsid w:val="00DC01CF"/>
    <w:rsid w:val="00DD7526"/>
    <w:rsid w:val="00DE09C0"/>
    <w:rsid w:val="00DE4A14"/>
    <w:rsid w:val="00DF320D"/>
    <w:rsid w:val="00DF71C8"/>
    <w:rsid w:val="00E01BA2"/>
    <w:rsid w:val="00E129B8"/>
    <w:rsid w:val="00E1356D"/>
    <w:rsid w:val="00E21E7D"/>
    <w:rsid w:val="00E22FBC"/>
    <w:rsid w:val="00E24BF5"/>
    <w:rsid w:val="00E25338"/>
    <w:rsid w:val="00E51E44"/>
    <w:rsid w:val="00E63348"/>
    <w:rsid w:val="00E644A7"/>
    <w:rsid w:val="00E64757"/>
    <w:rsid w:val="00E77E88"/>
    <w:rsid w:val="00E8107D"/>
    <w:rsid w:val="00E960BB"/>
    <w:rsid w:val="00EA1859"/>
    <w:rsid w:val="00EA2074"/>
    <w:rsid w:val="00EA4832"/>
    <w:rsid w:val="00EA4E9D"/>
    <w:rsid w:val="00EC4899"/>
    <w:rsid w:val="00ED0291"/>
    <w:rsid w:val="00ED03AB"/>
    <w:rsid w:val="00ED32D2"/>
    <w:rsid w:val="00EE32DE"/>
    <w:rsid w:val="00EE5457"/>
    <w:rsid w:val="00F070AB"/>
    <w:rsid w:val="00F17567"/>
    <w:rsid w:val="00F1785D"/>
    <w:rsid w:val="00F27A7B"/>
    <w:rsid w:val="00F526AF"/>
    <w:rsid w:val="00F617C3"/>
    <w:rsid w:val="00F6363B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72C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09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CA3F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CA3F9E"/>
    <w:rPr>
      <w:rFonts w:eastAsia="Times New Roman"/>
      <w:b/>
      <w:bCs/>
      <w:sz w:val="27"/>
      <w:szCs w:val="27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36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36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363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36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363B"/>
    <w:rPr>
      <w:rFonts w:ascii="Calibri" w:hAnsi="Calibri"/>
      <w:b/>
      <w:bCs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D09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093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CA3F9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CA3F9E"/>
    <w:rPr>
      <w:rFonts w:eastAsia="Times New Roman"/>
      <w:b/>
      <w:bCs/>
      <w:sz w:val="27"/>
      <w:szCs w:val="27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636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636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6363B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636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6363B"/>
    <w:rPr>
      <w:rFonts w:ascii="Calibri" w:hAnsi="Calibri"/>
      <w:b/>
      <w:bCs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CD093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9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helion.pl/autorzy/piotr-pelk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0289C1-6D96-4D5F-B92B-E95934EAA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1197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9</cp:revision>
  <cp:lastPrinted>2019-02-06T12:12:00Z</cp:lastPrinted>
  <dcterms:created xsi:type="dcterms:W3CDTF">2019-11-13T20:21:00Z</dcterms:created>
  <dcterms:modified xsi:type="dcterms:W3CDTF">2021-01-21T11:54:00Z</dcterms:modified>
</cp:coreProperties>
</file>